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6B217783" w:rsidR="000348ED" w:rsidRPr="00AA2626" w:rsidRDefault="005D05AC" w:rsidP="002B0236">
            <w:r w:rsidRPr="00AA2626">
              <w:t>From:</w:t>
            </w:r>
            <w:r w:rsidRPr="00AA2626">
              <w:tab/>
            </w:r>
            <w:r w:rsidR="007D09D0">
              <w:t>ARM Committee</w:t>
            </w:r>
          </w:p>
        </w:tc>
        <w:tc>
          <w:tcPr>
            <w:tcW w:w="5461" w:type="dxa"/>
          </w:tcPr>
          <w:p w14:paraId="2FE75DED" w14:textId="3704C6D0" w:rsidR="000348ED" w:rsidRPr="00AA2626" w:rsidRDefault="009C22BE" w:rsidP="008F4DC3">
            <w:pPr>
              <w:jc w:val="right"/>
              <w:rPr>
                <w:highlight w:val="yellow"/>
              </w:rPr>
            </w:pPr>
            <w:r w:rsidRPr="009C22BE">
              <w:t>ARM</w:t>
            </w:r>
            <w:r w:rsidR="00BA11E3">
              <w:t>16-</w:t>
            </w:r>
            <w:r w:rsidR="003B01F1">
              <w:t>8.7.2</w:t>
            </w:r>
          </w:p>
        </w:tc>
      </w:tr>
      <w:tr w:rsidR="000348ED" w:rsidRPr="00AA2626" w14:paraId="2FE75DF1" w14:textId="77777777" w:rsidTr="00050DA7">
        <w:tc>
          <w:tcPr>
            <w:tcW w:w="4428" w:type="dxa"/>
          </w:tcPr>
          <w:p w14:paraId="2FE75DEF" w14:textId="034CFD17" w:rsidR="000348ED" w:rsidRPr="00AA2626" w:rsidRDefault="005D05AC" w:rsidP="002B0236">
            <w:r w:rsidRPr="00AA2626">
              <w:t>To:</w:t>
            </w:r>
            <w:r w:rsidRPr="00AA2626">
              <w:tab/>
            </w:r>
            <w:r w:rsidR="00BB5D57">
              <w:t>All committees</w:t>
            </w:r>
          </w:p>
        </w:tc>
        <w:tc>
          <w:tcPr>
            <w:tcW w:w="5461" w:type="dxa"/>
          </w:tcPr>
          <w:p w14:paraId="2FE75DF0" w14:textId="4D4BEF48" w:rsidR="000348ED" w:rsidRPr="00AA2626" w:rsidRDefault="000348ED" w:rsidP="008F4DC3">
            <w:pPr>
              <w:jc w:val="right"/>
            </w:pPr>
          </w:p>
        </w:tc>
      </w:tr>
    </w:tbl>
    <w:p w14:paraId="2FE75DF2" w14:textId="77777777" w:rsidR="000348ED" w:rsidRPr="00AA2626" w:rsidRDefault="00AA2626" w:rsidP="002B0236">
      <w:pPr>
        <w:pStyle w:val="Title"/>
      </w:pPr>
      <w:r>
        <w:t>LIAISON NOTE</w:t>
      </w:r>
    </w:p>
    <w:p w14:paraId="2FE75DF3" w14:textId="75636307" w:rsidR="000348ED" w:rsidRPr="00AA2626" w:rsidRDefault="00092CA9" w:rsidP="002B0236">
      <w:pPr>
        <w:pStyle w:val="Title"/>
      </w:pPr>
      <w:r>
        <w:t>ENG</w:t>
      </w:r>
      <w:r w:rsidR="00BB5D57">
        <w:t xml:space="preserve"> </w:t>
      </w:r>
      <w:r w:rsidR="005664A2">
        <w:t xml:space="preserve">input and review on draft </w:t>
      </w:r>
      <w:r w:rsidR="004042FA">
        <w:br/>
        <w:t xml:space="preserve">cyber security </w:t>
      </w:r>
      <w:r w:rsidR="003F6F40">
        <w:t>rec</w:t>
      </w:r>
      <w:r w:rsidR="00C442CB">
        <w:t xml:space="preserve">ommendation and </w:t>
      </w:r>
      <w:r w:rsidR="005664A2">
        <w:t>guideline</w:t>
      </w:r>
    </w:p>
    <w:p w14:paraId="2FE75DF4" w14:textId="77777777" w:rsidR="0064435F" w:rsidRPr="00AA2626" w:rsidRDefault="008E7A45" w:rsidP="002B0236">
      <w:pPr>
        <w:pStyle w:val="Heading1"/>
      </w:pPr>
      <w:r w:rsidRPr="00AA2626">
        <w:t>INTRODUCTION</w:t>
      </w:r>
    </w:p>
    <w:p w14:paraId="2FE75DF5" w14:textId="3DD4F8CE" w:rsidR="00B8247E" w:rsidRDefault="005664A2" w:rsidP="002B0236">
      <w:pPr>
        <w:pStyle w:val="BodyText"/>
      </w:pPr>
      <w:r>
        <w:t>During ARM15 and ENAV</w:t>
      </w:r>
      <w:r w:rsidR="000324D4">
        <w:t>29 a joint task group on cyber security</w:t>
      </w:r>
      <w:r w:rsidR="00E909EB">
        <w:t xml:space="preserve"> </w:t>
      </w:r>
      <w:r w:rsidR="00E909EB" w:rsidRPr="00E909EB">
        <w:t>(</w:t>
      </w:r>
      <w:r w:rsidR="00B4047F">
        <w:t xml:space="preserve">ENAV WG1 / </w:t>
      </w:r>
      <w:r w:rsidR="00E909EB" w:rsidRPr="00E909EB">
        <w:t>ARM WG2 TG1.2.6)</w:t>
      </w:r>
      <w:r w:rsidR="000324D4">
        <w:t xml:space="preserve"> </w:t>
      </w:r>
      <w:r w:rsidR="00861994">
        <w:t xml:space="preserve">drafted a guideline and a </w:t>
      </w:r>
      <w:r w:rsidR="00C87505">
        <w:t>recommendation on cyber</w:t>
      </w:r>
      <w:r w:rsidR="00A97EDC">
        <w:t xml:space="preserve"> </w:t>
      </w:r>
      <w:r w:rsidR="00C87505">
        <w:t>security in the IALA domains, based on the input from the cyber sec</w:t>
      </w:r>
      <w:r w:rsidR="00A97EDC">
        <w:t xml:space="preserve">urity workshop in November 2021 </w:t>
      </w:r>
      <w:r w:rsidR="00C87505">
        <w:t>and various input documents</w:t>
      </w:r>
      <w:r w:rsidR="00D95E26">
        <w:t xml:space="preserve"> in various committees over the recent years.</w:t>
      </w:r>
    </w:p>
    <w:p w14:paraId="2FE75DFA" w14:textId="74C82C84" w:rsidR="00E93C9B" w:rsidRDefault="00092CA9" w:rsidP="00DD2AEB">
      <w:pPr>
        <w:pStyle w:val="BodyText"/>
      </w:pPr>
      <w:r>
        <w:t>The ENG Committee has reviewed both documents and provided comments and suggested text in both, as captured in the Annexes below.  The ENG Committee recognises the importance of this work and is ready to support the refinement of the text as required.</w:t>
      </w:r>
    </w:p>
    <w:p w14:paraId="3E60C295" w14:textId="27473C44" w:rsidR="00A97EDC" w:rsidRPr="00AA2626" w:rsidRDefault="00A97EDC" w:rsidP="00DD2AEB">
      <w:pPr>
        <w:pStyle w:val="BodyText"/>
        <w:rPr>
          <w:highlight w:val="yellow"/>
        </w:rPr>
      </w:pPr>
      <w:r>
        <w:t xml:space="preserve">Given the importance of this topic and the need to raise awareness sooner that than later, the ENG Committee suggests that the Recommendation is finalised and published as soon as possible, even if the Guideline is still under development.  </w:t>
      </w:r>
    </w:p>
    <w:p w14:paraId="2FE75DFB" w14:textId="77777777" w:rsidR="009F5C36" w:rsidRPr="00AA2626" w:rsidRDefault="008E7A45" w:rsidP="002B0236">
      <w:pPr>
        <w:pStyle w:val="Heading1"/>
      </w:pPr>
      <w:r w:rsidRPr="00AA2626">
        <w:t>ACTION REQUESTED</w:t>
      </w:r>
    </w:p>
    <w:p w14:paraId="2FE75DFF" w14:textId="4D4D36D2" w:rsidR="00630F7F" w:rsidRDefault="00092CA9" w:rsidP="00092CA9">
      <w:pPr>
        <w:pStyle w:val="BodyText"/>
      </w:pPr>
      <w:r>
        <w:t>The ARM C</w:t>
      </w:r>
      <w:r w:rsidR="005C33D0">
        <w:t>ommittee</w:t>
      </w:r>
      <w:r>
        <w:t xml:space="preserve"> is</w:t>
      </w:r>
      <w:r w:rsidR="005C33D0">
        <w:t xml:space="preserve"> </w:t>
      </w:r>
      <w:r w:rsidR="00902AA4" w:rsidRPr="00AA2626">
        <w:t>requested to</w:t>
      </w:r>
      <w:r>
        <w:t xml:space="preserve"> note the updated documents and to consider the comments and suggested amendments as appropriate. </w:t>
      </w:r>
    </w:p>
    <w:p w14:paraId="263CEA10" w14:textId="71A4A15C" w:rsidR="00A97EDC" w:rsidRPr="004042FA" w:rsidRDefault="00A97EDC" w:rsidP="00092CA9">
      <w:pPr>
        <w:pStyle w:val="BodyText"/>
      </w:pPr>
      <w:r>
        <w:t xml:space="preserve">The ARM Committee is requested to consider the ENG Committee proposal to separate the timeline of development of these two documents and to publish the Recommendation as soon as possible. </w:t>
      </w:r>
    </w:p>
    <w:p w14:paraId="71570512" w14:textId="0C6A6569" w:rsidR="005A2E88" w:rsidRDefault="005A2E88" w:rsidP="004006BD">
      <w:pPr>
        <w:pStyle w:val="Heading1"/>
        <w:tabs>
          <w:tab w:val="clear" w:pos="432"/>
        </w:tabs>
        <w:ind w:left="567" w:hanging="567"/>
      </w:pPr>
      <w:r>
        <w:t>ANNEX</w:t>
      </w:r>
      <w:r w:rsidR="004006BD">
        <w:t>ES</w:t>
      </w:r>
    </w:p>
    <w:p w14:paraId="1FF82D61" w14:textId="7160C136" w:rsidR="004006BD" w:rsidRDefault="004006BD" w:rsidP="00E646B1">
      <w:pPr>
        <w:pStyle w:val="List1"/>
        <w:numPr>
          <w:ilvl w:val="0"/>
          <w:numId w:val="26"/>
        </w:numPr>
      </w:pPr>
      <w:r w:rsidRPr="004006BD">
        <w:t>DRAFT Recomendation - Cyber security within the IALA domains</w:t>
      </w:r>
    </w:p>
    <w:bookmarkStart w:id="0" w:name="_MON_1727782745"/>
    <w:bookmarkEnd w:id="0"/>
    <w:p w14:paraId="27E11953" w14:textId="7D391FD3" w:rsidR="00843093" w:rsidRDefault="00F23F14" w:rsidP="00843093">
      <w:pPr>
        <w:pStyle w:val="List1"/>
        <w:numPr>
          <w:ilvl w:val="0"/>
          <w:numId w:val="0"/>
        </w:numPr>
        <w:ind w:left="567" w:hanging="567"/>
      </w:pPr>
      <w:r>
        <w:object w:dxaOrig="1515" w:dyaOrig="987" w14:anchorId="1386D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1pt" o:ole="">
            <v:imagedata r:id="rId11" o:title=""/>
          </v:shape>
          <o:OLEObject Type="Embed" ProgID="Word.Document.12" ShapeID="_x0000_i1025" DrawAspect="Icon" ObjectID="_1728112325" r:id="rId12">
            <o:FieldCodes>\s</o:FieldCodes>
          </o:OLEObject>
        </w:object>
      </w:r>
    </w:p>
    <w:p w14:paraId="0AD7239F" w14:textId="7A20F629" w:rsidR="00E646B1" w:rsidRDefault="009E436D" w:rsidP="00E646B1">
      <w:pPr>
        <w:pStyle w:val="List1"/>
        <w:numPr>
          <w:ilvl w:val="0"/>
          <w:numId w:val="26"/>
        </w:numPr>
      </w:pPr>
      <w:r w:rsidRPr="009E436D">
        <w:t>DRAFT Guideline - Cyber security specifics in IALA domains</w:t>
      </w:r>
    </w:p>
    <w:bookmarkStart w:id="1" w:name="_MON_1727782768"/>
    <w:bookmarkEnd w:id="1"/>
    <w:p w14:paraId="56D0659E" w14:textId="14E757BF" w:rsidR="004006BD" w:rsidRPr="00BE78EE" w:rsidRDefault="00F23F14" w:rsidP="005A2E88">
      <w:pPr>
        <w:pStyle w:val="List1"/>
        <w:numPr>
          <w:ilvl w:val="0"/>
          <w:numId w:val="0"/>
        </w:numPr>
        <w:ind w:left="567" w:hanging="567"/>
      </w:pPr>
      <w:r>
        <w:object w:dxaOrig="1515" w:dyaOrig="987" w14:anchorId="0A1DF296">
          <v:shape id="_x0000_i1026" type="#_x0000_t75" style="width:75.75pt;height:49.1pt" o:ole="">
            <v:imagedata r:id="rId13" o:title=""/>
          </v:shape>
          <o:OLEObject Type="Embed" ProgID="Word.Document.12" ShapeID="_x0000_i1026" DrawAspect="Icon" ObjectID="_1728112326" r:id="rId14">
            <o:FieldCodes>\s</o:FieldCodes>
          </o:OLEObject>
        </w:object>
      </w:r>
    </w:p>
    <w:sectPr w:rsidR="004006BD" w:rsidRPr="00BE78EE" w:rsidSect="005D05AC">
      <w:headerReference w:type="even" r:id="rId15"/>
      <w:headerReference w:type="default" r:id="rId16"/>
      <w:footerReference w:type="even" r:id="rId17"/>
      <w:footerReference w:type="default" r:id="rId18"/>
      <w:headerReference w:type="first" r:id="rId19"/>
      <w:footerReference w:type="first" r:id="rId2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8EF8" w14:textId="77777777" w:rsidR="008D3F90" w:rsidRDefault="008D3F90" w:rsidP="002B0236">
      <w:r>
        <w:separator/>
      </w:r>
    </w:p>
  </w:endnote>
  <w:endnote w:type="continuationSeparator" w:id="0">
    <w:p w14:paraId="0738B9F9" w14:textId="77777777" w:rsidR="008D3F90" w:rsidRDefault="008D3F9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55F0" w14:textId="77777777" w:rsidR="002350F4" w:rsidRDefault="00235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6D87CB90" w:rsidR="00002906" w:rsidRDefault="00002906" w:rsidP="002B0236">
    <w:pPr>
      <w:pStyle w:val="Footer"/>
    </w:pPr>
    <w:r>
      <w:tab/>
    </w:r>
    <w:r>
      <w:fldChar w:fldCharType="begin"/>
    </w:r>
    <w:r>
      <w:instrText xml:space="preserve"> PAGE   \* MERGEFORMAT </w:instrText>
    </w:r>
    <w:r>
      <w:fldChar w:fldCharType="separate"/>
    </w:r>
    <w:r w:rsidR="00F23F14">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3C87A" w14:textId="77777777" w:rsidR="002350F4" w:rsidRDefault="00235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FEE1" w14:textId="77777777" w:rsidR="008D3F90" w:rsidRDefault="008D3F90" w:rsidP="002B0236">
      <w:r>
        <w:separator/>
      </w:r>
    </w:p>
  </w:footnote>
  <w:footnote w:type="continuationSeparator" w:id="0">
    <w:p w14:paraId="63272F12" w14:textId="77777777" w:rsidR="008D3F90" w:rsidRDefault="008D3F9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178263AD" w:rsidR="008E7A45" w:rsidRDefault="002350F4" w:rsidP="002B0236">
    <w:pPr>
      <w:pStyle w:val="Header"/>
    </w:pPr>
    <w:sdt>
      <w:sdtPr>
        <w:id w:val="7181228"/>
        <w:docPartObj>
          <w:docPartGallery w:val="Watermarks"/>
          <w:docPartUnique/>
        </w:docPartObj>
      </w:sdtPr>
      <w:sdtContent>
        <w:r>
          <w:rPr>
            <w:noProof/>
          </w:rPr>
          <w:pict w14:anchorId="483EAB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2CA9">
      <w:rPr>
        <w:noProof/>
        <w:lang w:val="en-GB" w:eastAsia="en-GB"/>
      </w:rPr>
      <w:drawing>
        <wp:inline distT="0" distB="0" distL="0" distR="0" wp14:anchorId="2FE75E0C" wp14:editId="0D15F52F">
          <wp:extent cx="857250" cy="819150"/>
          <wp:effectExtent l="0" t="0" r="0" b="0"/>
          <wp:docPr id="3" name="Picture 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05664549">
    <w:abstractNumId w:val="8"/>
  </w:num>
  <w:num w:numId="2" w16cid:durableId="628825594">
    <w:abstractNumId w:val="13"/>
  </w:num>
  <w:num w:numId="3" w16cid:durableId="1793551795">
    <w:abstractNumId w:val="8"/>
  </w:num>
  <w:num w:numId="4" w16cid:durableId="1753816010">
    <w:abstractNumId w:val="8"/>
  </w:num>
  <w:num w:numId="5" w16cid:durableId="1807308685">
    <w:abstractNumId w:val="4"/>
  </w:num>
  <w:num w:numId="6" w16cid:durableId="1431971462">
    <w:abstractNumId w:val="9"/>
  </w:num>
  <w:num w:numId="7" w16cid:durableId="575240120">
    <w:abstractNumId w:val="6"/>
  </w:num>
  <w:num w:numId="8" w16cid:durableId="2097822936">
    <w:abstractNumId w:val="0"/>
  </w:num>
  <w:num w:numId="9" w16cid:durableId="1513841877">
    <w:abstractNumId w:val="3"/>
  </w:num>
  <w:num w:numId="10" w16cid:durableId="601182083">
    <w:abstractNumId w:val="10"/>
  </w:num>
  <w:num w:numId="11" w16cid:durableId="1839033540">
    <w:abstractNumId w:val="1"/>
  </w:num>
  <w:num w:numId="12" w16cid:durableId="1534075615">
    <w:abstractNumId w:val="1"/>
  </w:num>
  <w:num w:numId="13" w16cid:durableId="1607807524">
    <w:abstractNumId w:val="1"/>
  </w:num>
  <w:num w:numId="14" w16cid:durableId="533807132">
    <w:abstractNumId w:val="1"/>
  </w:num>
  <w:num w:numId="15" w16cid:durableId="356539888">
    <w:abstractNumId w:val="1"/>
  </w:num>
  <w:num w:numId="16" w16cid:durableId="107549233">
    <w:abstractNumId w:val="5"/>
  </w:num>
  <w:num w:numId="17" w16cid:durableId="1545367568">
    <w:abstractNumId w:val="12"/>
  </w:num>
  <w:num w:numId="18" w16cid:durableId="403798728">
    <w:abstractNumId w:val="2"/>
  </w:num>
  <w:num w:numId="19" w16cid:durableId="532887246">
    <w:abstractNumId w:val="11"/>
  </w:num>
  <w:num w:numId="20" w16cid:durableId="2023387423">
    <w:abstractNumId w:val="7"/>
  </w:num>
  <w:num w:numId="21" w16cid:durableId="928346939">
    <w:abstractNumId w:val="5"/>
  </w:num>
  <w:num w:numId="22" w16cid:durableId="105151489">
    <w:abstractNumId w:val="5"/>
  </w:num>
  <w:num w:numId="23" w16cid:durableId="1173295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0132172">
    <w:abstractNumId w:val="1"/>
  </w:num>
  <w:num w:numId="25" w16cid:durableId="1637560974">
    <w:abstractNumId w:val="5"/>
  </w:num>
  <w:num w:numId="26" w16cid:durableId="8023129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GB"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24D4"/>
    <w:rsid w:val="000348ED"/>
    <w:rsid w:val="00036801"/>
    <w:rsid w:val="00050DA7"/>
    <w:rsid w:val="00063F18"/>
    <w:rsid w:val="00092CA9"/>
    <w:rsid w:val="0009573E"/>
    <w:rsid w:val="000A5A01"/>
    <w:rsid w:val="00135447"/>
    <w:rsid w:val="00140ED9"/>
    <w:rsid w:val="00152273"/>
    <w:rsid w:val="001A654A"/>
    <w:rsid w:val="001C74CF"/>
    <w:rsid w:val="00226717"/>
    <w:rsid w:val="002350F4"/>
    <w:rsid w:val="002644E0"/>
    <w:rsid w:val="002B0236"/>
    <w:rsid w:val="00311F13"/>
    <w:rsid w:val="003B01F1"/>
    <w:rsid w:val="003D55DD"/>
    <w:rsid w:val="003E1831"/>
    <w:rsid w:val="003F6F40"/>
    <w:rsid w:val="004006BD"/>
    <w:rsid w:val="004042FA"/>
    <w:rsid w:val="00424954"/>
    <w:rsid w:val="004C1386"/>
    <w:rsid w:val="004C220D"/>
    <w:rsid w:val="00513180"/>
    <w:rsid w:val="005664A2"/>
    <w:rsid w:val="005961FA"/>
    <w:rsid w:val="005A2E88"/>
    <w:rsid w:val="005C33D0"/>
    <w:rsid w:val="005D05AC"/>
    <w:rsid w:val="00630F7F"/>
    <w:rsid w:val="00633FCD"/>
    <w:rsid w:val="0064435F"/>
    <w:rsid w:val="00671AF5"/>
    <w:rsid w:val="006B4AD8"/>
    <w:rsid w:val="006D470F"/>
    <w:rsid w:val="00727E88"/>
    <w:rsid w:val="00775878"/>
    <w:rsid w:val="007840CB"/>
    <w:rsid w:val="007D09D0"/>
    <w:rsid w:val="0080092C"/>
    <w:rsid w:val="008260F4"/>
    <w:rsid w:val="0083521F"/>
    <w:rsid w:val="00843093"/>
    <w:rsid w:val="00847BDA"/>
    <w:rsid w:val="00861994"/>
    <w:rsid w:val="00872453"/>
    <w:rsid w:val="008D3F90"/>
    <w:rsid w:val="008E7A45"/>
    <w:rsid w:val="008F13DD"/>
    <w:rsid w:val="008F4DC3"/>
    <w:rsid w:val="00902AA4"/>
    <w:rsid w:val="00906239"/>
    <w:rsid w:val="00946F5C"/>
    <w:rsid w:val="009C22BE"/>
    <w:rsid w:val="009C4420"/>
    <w:rsid w:val="009E436D"/>
    <w:rsid w:val="009F3B6C"/>
    <w:rsid w:val="009F5C36"/>
    <w:rsid w:val="00A247D2"/>
    <w:rsid w:val="00A27F12"/>
    <w:rsid w:val="00A30579"/>
    <w:rsid w:val="00A97EDC"/>
    <w:rsid w:val="00AA2626"/>
    <w:rsid w:val="00AA76C0"/>
    <w:rsid w:val="00B077EC"/>
    <w:rsid w:val="00B15B24"/>
    <w:rsid w:val="00B4047F"/>
    <w:rsid w:val="00B428DA"/>
    <w:rsid w:val="00B8247E"/>
    <w:rsid w:val="00BA11E3"/>
    <w:rsid w:val="00BB5D57"/>
    <w:rsid w:val="00BE36E3"/>
    <w:rsid w:val="00BE56DF"/>
    <w:rsid w:val="00BE78EE"/>
    <w:rsid w:val="00C02681"/>
    <w:rsid w:val="00C265EE"/>
    <w:rsid w:val="00C442CB"/>
    <w:rsid w:val="00C65975"/>
    <w:rsid w:val="00C87505"/>
    <w:rsid w:val="00CA04AF"/>
    <w:rsid w:val="00D245AB"/>
    <w:rsid w:val="00D351D8"/>
    <w:rsid w:val="00D42A58"/>
    <w:rsid w:val="00D95E26"/>
    <w:rsid w:val="00DD2AEB"/>
    <w:rsid w:val="00E43EFD"/>
    <w:rsid w:val="00E646B1"/>
    <w:rsid w:val="00E729A7"/>
    <w:rsid w:val="00E909EB"/>
    <w:rsid w:val="00E93C9B"/>
    <w:rsid w:val="00EE069D"/>
    <w:rsid w:val="00EE3F2F"/>
    <w:rsid w:val="00EE6072"/>
    <w:rsid w:val="00F23F1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1.docx"/><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A617603F-ABA1-4835-A987-6F79CF9CB781}">
  <ds:schemaRefs>
    <ds:schemaRef ds:uri="http://schemas.openxmlformats.org/officeDocument/2006/bibliography"/>
  </ds:schemaRefs>
</ds:datastoreItem>
</file>

<file path=customXml/itemProps3.xml><?xml version="1.0" encoding="utf-8"?>
<ds:datastoreItem xmlns:ds="http://schemas.openxmlformats.org/officeDocument/2006/customXml" ds:itemID="{48833398-4730-4627-8602-F1A6A835B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231</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2006-10-19T11:49:00Z</cp:lastPrinted>
  <dcterms:created xsi:type="dcterms:W3CDTF">2022-10-20T09:58:00Z</dcterms:created>
  <dcterms:modified xsi:type="dcterms:W3CDTF">2022-10-24T09:26:00Z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